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-904875</wp:posOffset>
            </wp:positionH>
            <wp:positionV relativeFrom="paragraph">
              <wp:posOffset>-1126490</wp:posOffset>
            </wp:positionV>
            <wp:extent cx="10721340" cy="7581900"/>
            <wp:effectExtent l="0" t="0" r="3810" b="0"/>
            <wp:wrapNone/>
            <wp:docPr id="1" name="图片 1" descr="聘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聘书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721340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思源黑体">
    <w:panose1 w:val="020B0500000000090000"/>
    <w:charset w:val="86"/>
    <w:family w:val="auto"/>
    <w:pitch w:val="default"/>
    <w:sig w:usb0="20000003" w:usb1="2ADF3C1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attachedTemplate r:id="rId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D1FF4"/>
    <w:rsid w:val="3CF5C782"/>
    <w:rsid w:val="4D1D1FF4"/>
    <w:rsid w:val="5D165C0C"/>
    <w:rsid w:val="7FBBF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SF-L\AppData\Roaming\kingsoft\office6\templates\download\59e1b2ac-5168-462d-a099-205ff4996d0d\&#27605;&#19994;&#35777;&#2007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毕业证书.docx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2021-06-11T00:52:00Z</dcterms:created>
  <dc:creator>松子</dc:creator>
  <cp:lastModifiedBy>松子</cp:lastModifiedBy>
  <dcterms:modified xsi:type="dcterms:W3CDTF">2021-06-11T01:49:51Z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TemplateUUID">
    <vt:lpwstr>v1.0_mb_YpKcqkz0v9gwhxM7bTjrkA==</vt:lpwstr>
  </property>
</Properties>
</file>